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94F6DD4" w14:textId="77777777" w:rsidR="007B2B03" w:rsidRPr="003C16EE" w:rsidRDefault="007B2B03" w:rsidP="007B2B03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73538C1" w14:textId="77777777" w:rsidR="007B2B03" w:rsidRPr="005F6AA2" w:rsidRDefault="007B2B03" w:rsidP="007B2B0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FCF1CAE" w14:textId="77777777" w:rsidR="007B2B03" w:rsidRPr="003C16EE" w:rsidRDefault="007B2B03" w:rsidP="007B2B0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378C0D83" w14:textId="77777777" w:rsidR="007B2B03" w:rsidRPr="005F6AA2" w:rsidRDefault="007B2B03" w:rsidP="007B2B0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>PGE Dystrybucja S.A. Oddział Białystok</w:t>
            </w:r>
          </w:p>
          <w:p w14:paraId="12EF2D50" w14:textId="77777777" w:rsidR="007B2B03" w:rsidRPr="003C16EE" w:rsidRDefault="007B2B03" w:rsidP="007B2B0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3F4CA6ED" w14:textId="7CAA1DEA" w:rsidR="00B67D39" w:rsidRPr="006B56FD" w:rsidRDefault="007B2B03" w:rsidP="007B2B0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5968B83F" w14:textId="0F677E7C" w:rsidR="00602280" w:rsidRPr="00CC7E12" w:rsidRDefault="00602280" w:rsidP="00602280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401164" w:rsidRPr="00401164">
        <w:rPr>
          <w:rFonts w:cstheme="minorHAnsi"/>
          <w:b/>
          <w:i/>
        </w:rPr>
        <w:t>Dostawa elektronarzędzi na potrzeby PGE Dystrybucja S.A. Oddział Białystok</w:t>
      </w:r>
      <w:r>
        <w:rPr>
          <w:rFonts w:cstheme="minorHAnsi"/>
          <w:b/>
          <w:i/>
        </w:rPr>
        <w:t>,</w:t>
      </w:r>
      <w:r w:rsidRPr="001B4510">
        <w:rPr>
          <w:rFonts w:cstheme="minorHAnsi"/>
          <w:b/>
          <w:i/>
        </w:rPr>
        <w:t xml:space="preserve"> </w:t>
      </w:r>
      <w:r w:rsidRPr="00CC7E12">
        <w:rPr>
          <w:rFonts w:cstheme="minorHAnsi"/>
        </w:rPr>
        <w:t>nr</w:t>
      </w:r>
      <w:r>
        <w:rPr>
          <w:rFonts w:cstheme="minorHAnsi"/>
        </w:rPr>
        <w:t> </w:t>
      </w:r>
      <w:r w:rsidRPr="00CC7E12">
        <w:rPr>
          <w:rFonts w:cstheme="minorHAnsi"/>
        </w:rPr>
        <w:t xml:space="preserve"> </w:t>
      </w:r>
      <w:r w:rsidR="00401164" w:rsidRPr="00401164">
        <w:rPr>
          <w:rFonts w:cstheme="minorHAnsi"/>
          <w:b/>
        </w:rPr>
        <w:t>POST/DYS/OB/GZ/00015/2026</w:t>
      </w:r>
      <w:r w:rsidRPr="001B4510">
        <w:rPr>
          <w:rFonts w:cstheme="minorHAnsi"/>
          <w:b/>
        </w:rPr>
        <w:t xml:space="preserve"> </w:t>
      </w:r>
      <w:r w:rsidRPr="00CC7E12">
        <w:rPr>
          <w:rFonts w:cstheme="minorHAnsi"/>
        </w:rPr>
        <w:t xml:space="preserve">prowadzonego przez </w:t>
      </w:r>
      <w:r w:rsidRPr="00D21CA7">
        <w:rPr>
          <w:rFonts w:cstheme="minorHAnsi"/>
          <w:b/>
        </w:rPr>
        <w:t>PGE Dystrybucja S.A.</w:t>
      </w:r>
      <w:r>
        <w:rPr>
          <w:rFonts w:cstheme="minorHAnsi"/>
        </w:rPr>
        <w:t>, w imieniu której działa PGE Dystrybucja S.A. Oddział Białystok</w:t>
      </w:r>
      <w:r w:rsidRPr="00CC7E12">
        <w:rPr>
          <w:rFonts w:cstheme="minorHAnsi"/>
          <w:i/>
        </w:rPr>
        <w:t xml:space="preserve"> </w:t>
      </w:r>
      <w:r w:rsidRPr="00CC7E12">
        <w:rPr>
          <w:rFonts w:cstheme="minorHAnsi"/>
        </w:rPr>
        <w:t>oświadczam, co następuje:</w:t>
      </w:r>
      <w:r>
        <w:rPr>
          <w:rFonts w:cstheme="minorHAnsi"/>
        </w:rPr>
        <w:t xml:space="preserve"> 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67241E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1041C7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1041C7">
        <w:rPr>
          <w:rFonts w:eastAsia="Times New Roman" w:cs="Arial"/>
        </w:rPr>
        <w:t>, zaktualizowanym rozporządzeniem Rady (UE) 2025/2033 (Dz.U. L, 2025/2033 z 23.10.2025) dalej: rozporządzenie 2025/2033</w:t>
      </w:r>
      <w:r w:rsidRPr="001041C7">
        <w:t>.</w:t>
      </w:r>
      <w:r w:rsidRPr="001041C7">
        <w:rPr>
          <w:vertAlign w:val="superscript"/>
        </w:rPr>
        <w:footnoteReference w:id="1"/>
      </w:r>
    </w:p>
    <w:p w14:paraId="3EA3242A" w14:textId="64FE66A6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1041C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329A622B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67B4C96F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5E1B7A0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34EA9701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26AFC8D9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602280" w:rsidRPr="006B2C28" w14:paraId="511BCC77" w14:textId="77777777" w:rsidTr="00834F94">
      <w:trPr>
        <w:trHeight w:val="1140"/>
      </w:trPr>
      <w:tc>
        <w:tcPr>
          <w:tcW w:w="6119" w:type="dxa"/>
          <w:vAlign w:val="center"/>
        </w:tcPr>
        <w:p w14:paraId="5D4B2066" w14:textId="77777777" w:rsidR="00602280" w:rsidRPr="006E100D" w:rsidRDefault="00602280" w:rsidP="006022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2626D34E" w14:textId="77777777" w:rsidR="00602280" w:rsidRPr="007530A3" w:rsidRDefault="00602280" w:rsidP="006022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3A85208B" w14:textId="30B25AC9" w:rsidR="00602280" w:rsidRPr="006B2C28" w:rsidRDefault="00401164" w:rsidP="006022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401164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POST/DYS/OB/GZ/00015/2026</w:t>
          </w:r>
        </w:p>
      </w:tc>
      <w:tc>
        <w:tcPr>
          <w:tcW w:w="977" w:type="dxa"/>
          <w:vAlign w:val="center"/>
        </w:tcPr>
        <w:p w14:paraId="203E39BB" w14:textId="77777777" w:rsidR="00602280" w:rsidRPr="006B2C28" w:rsidRDefault="00602280" w:rsidP="006022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398E7B" w14:textId="77777777" w:rsidR="00602280" w:rsidRPr="006B2C28" w:rsidRDefault="00602280" w:rsidP="006022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6BAF826F" wp14:editId="472BC35A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6A31C40B" w14:textId="77777777" w:rsidR="00602280" w:rsidRDefault="006022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02A4"/>
    <w:rsid w:val="0002424F"/>
    <w:rsid w:val="00025AC3"/>
    <w:rsid w:val="00027947"/>
    <w:rsid w:val="00033582"/>
    <w:rsid w:val="00036B40"/>
    <w:rsid w:val="00036D76"/>
    <w:rsid w:val="00040B6D"/>
    <w:rsid w:val="0004737F"/>
    <w:rsid w:val="00051B85"/>
    <w:rsid w:val="00054A92"/>
    <w:rsid w:val="00056904"/>
    <w:rsid w:val="000572D8"/>
    <w:rsid w:val="000577A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041C7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87879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5438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1164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B5050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02280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241E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2B03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62249"/>
    <w:rsid w:val="008707CC"/>
    <w:rsid w:val="00872F1F"/>
    <w:rsid w:val="00884D47"/>
    <w:rsid w:val="008A7413"/>
    <w:rsid w:val="008B6316"/>
    <w:rsid w:val="008C2244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668F1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D4A59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4071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568F6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tabs>
        <w:tab w:val="num" w:pos="360"/>
      </w:tabs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00015  Zał. 4 do SWZ - Oświadczenie_wykluczenie.docx</dmsv2BaseFileName>
    <dmsv2BaseDisplayName xmlns="http://schemas.microsoft.com/sharepoint/v3">00015  Zał. 4 do SWZ - Oświadczenie_wykluczenie</dmsv2BaseDisplayName>
    <dmsv2SWPP2ObjectNumber xmlns="http://schemas.microsoft.com/sharepoint/v3">POST/DYS/OB/GZ/00015/2026                         </dmsv2SWPP2ObjectNumber>
    <dmsv2SWPP2SumMD5 xmlns="http://schemas.microsoft.com/sharepoint/v3">d77ef2368494837404715927739bc3df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702772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24118223</dmsv2BaseClientSystemDocumentID>
    <dmsv2BaseModifiedByID xmlns="http://schemas.microsoft.com/sharepoint/v3">11500184</dmsv2BaseModifiedByID>
    <dmsv2BaseCreatedByID xmlns="http://schemas.microsoft.com/sharepoint/v3">11500184</dmsv2BaseCreatedByID>
    <dmsv2SWPP2ObjectDepartment xmlns="http://schemas.microsoft.com/sharepoint/v3">00000001000700000000000f0002</dmsv2SWPP2ObjectDepartment>
    <dmsv2SWPP2ObjectName xmlns="http://schemas.microsoft.com/sharepoint/v3">Postępowanie</dmsv2SWPP2ObjectName>
    <_dlc_DocId xmlns="a19cb1c7-c5c7-46d4-85ae-d83685407bba">JEUP5JKVCYQC-922955212-22066</_dlc_DocId>
    <_dlc_DocIdUrl xmlns="a19cb1c7-c5c7-46d4-85ae-d83685407bba">
      <Url>https://swpp2.dms.gkpge.pl/sites/41/_layouts/15/DocIdRedir.aspx?ID=JEUP5JKVCYQC-922955212-22066</Url>
      <Description>JEUP5JKVCYQC-922955212-22066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3F64D25-8601-4066-A070-9A2679520541}"/>
</file>

<file path=customXml/itemProps5.xml><?xml version="1.0" encoding="utf-8"?>
<ds:datastoreItem xmlns:ds="http://schemas.openxmlformats.org/officeDocument/2006/customXml" ds:itemID="{5CA5DC4D-7748-4E1A-9DC1-B643481A95F5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9</TotalTime>
  <Pages>2</Pages>
  <Words>801</Words>
  <Characters>4811</Characters>
  <Application>Microsoft Office Word</Application>
  <DocSecurity>0</DocSecurity>
  <Lines>40</Lines>
  <Paragraphs>11</Paragraphs>
  <ScaleCrop>false</ScaleCrop>
  <Company>PGE Systemy</Company>
  <LinksUpToDate>false</LinksUpToDate>
  <CharactersWithSpaces>5601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Barchanowicz Stanisław [PGE Dystr. O.Białystok]</cp:lastModifiedBy>
  <cp:revision>7</cp:revision>
  <cp:lastPrinted>2024-07-15T11:21:00Z</cp:lastPrinted>
  <dcterms:created xsi:type="dcterms:W3CDTF">2025-11-28T12:56:00Z</dcterms:created>
  <dcterms:modified xsi:type="dcterms:W3CDTF">2026-01-08T12:20:00Z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52d89794-94e3-47ed-b462-28d26bfdacb2</vt:lpwstr>
  </property>
</Properties>
</file>